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452CD5" w14:textId="2761D65F" w:rsidR="00394B9F" w:rsidRDefault="00394B9F" w:rsidP="00EC2649">
      <w:pPr>
        <w:rPr>
          <w:rFonts w:cs="Tahoma"/>
        </w:rPr>
      </w:pPr>
    </w:p>
    <w:p w14:paraId="6F69D193" w14:textId="77777777"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1"/>
        <w:gridCol w:w="3365"/>
      </w:tblGrid>
      <w:tr w:rsidR="002B4FF2" w14:paraId="7B452CE4" w14:textId="77777777" w:rsidTr="002B4FF2">
        <w:trPr>
          <w:trHeight w:val="1329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2B4FF2" w:rsidRPr="0016606D" w14:paraId="7B452CD9" w14:textId="77777777" w:rsidTr="00AB64A7">
              <w:tc>
                <w:tcPr>
                  <w:tcW w:w="2127" w:type="dxa"/>
                  <w:tcBorders>
                    <w:bottom w:val="single" w:sz="4" w:space="0" w:color="657480"/>
                  </w:tcBorders>
                </w:tcPr>
                <w:p w14:paraId="7B452CD6" w14:textId="7BEF5A37" w:rsidR="002B4FF2" w:rsidRPr="00865B93" w:rsidRDefault="002B4FF2" w:rsidP="001D7779">
                  <w:pPr>
                    <w:rPr>
                      <w:color w:val="4E5962"/>
                      <w:szCs w:val="20"/>
                      <w:lang w:val="en-US"/>
                    </w:rPr>
                  </w:pPr>
                </w:p>
              </w:tc>
              <w:tc>
                <w:tcPr>
                  <w:tcW w:w="425" w:type="dxa"/>
                </w:tcPr>
                <w:p w14:paraId="7B452CD7" w14:textId="77777777" w:rsidR="002B4FF2" w:rsidRPr="0016606D" w:rsidRDefault="002B4FF2" w:rsidP="002B4FF2">
                  <w:pPr>
                    <w:rPr>
                      <w:color w:val="4E5962"/>
                      <w:szCs w:val="20"/>
                    </w:rPr>
                  </w:pPr>
                  <w:r w:rsidRPr="0016606D">
                    <w:rPr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14:paraId="7B452CD8" w14:textId="77777777" w:rsidR="002B4FF2" w:rsidRPr="002C5867" w:rsidRDefault="002B4FF2" w:rsidP="002B4FF2">
                  <w:pPr>
                    <w:rPr>
                      <w:color w:val="4E5962"/>
                      <w:szCs w:val="20"/>
                    </w:rPr>
                  </w:pPr>
                </w:p>
              </w:tc>
            </w:tr>
          </w:tbl>
          <w:p w14:paraId="7B452CDA" w14:textId="77777777" w:rsidR="002B4FF2" w:rsidRPr="00F9563A" w:rsidRDefault="002B4FF2" w:rsidP="002B4FF2">
            <w:pPr>
              <w:rPr>
                <w:rFonts w:cs="Tahoma"/>
              </w:rPr>
            </w:pPr>
          </w:p>
          <w:p w14:paraId="3FBA705B" w14:textId="77777777" w:rsidR="00C434BA" w:rsidRDefault="00C434BA" w:rsidP="008E2C9E">
            <w:pPr>
              <w:rPr>
                <w:rFonts w:cs="Tahoma"/>
                <w:szCs w:val="20"/>
              </w:rPr>
            </w:pPr>
          </w:p>
          <w:p w14:paraId="7B452CE1" w14:textId="77777777" w:rsidR="00C434BA" w:rsidRPr="002B4FF2" w:rsidRDefault="00C434BA" w:rsidP="008E2C9E">
            <w:pPr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14:paraId="7B452CE3" w14:textId="765C1080" w:rsidR="00E85E07" w:rsidRPr="00E85E07" w:rsidRDefault="008E2C9E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  <w:r w:rsidRPr="008E2C9E">
              <w:rPr>
                <w:rFonts w:cs="Tahoma"/>
                <w:szCs w:val="20"/>
              </w:rPr>
              <w:t>Руководителю предприятия</w:t>
            </w:r>
          </w:p>
        </w:tc>
      </w:tr>
    </w:tbl>
    <w:p w14:paraId="62881754" w14:textId="6256886A" w:rsidR="00C434BA" w:rsidRPr="002E2912" w:rsidRDefault="008E2C9E" w:rsidP="00175D7C">
      <w:pPr>
        <w:jc w:val="center"/>
        <w:rPr>
          <w:rFonts w:cs="Tahoma"/>
          <w:sz w:val="22"/>
          <w:szCs w:val="22"/>
        </w:rPr>
      </w:pPr>
      <w:r w:rsidRPr="002E2912">
        <w:rPr>
          <w:rFonts w:cs="Tahoma"/>
          <w:sz w:val="22"/>
          <w:szCs w:val="22"/>
        </w:rPr>
        <w:t>Уважаемые дамы и господа!</w:t>
      </w:r>
    </w:p>
    <w:p w14:paraId="6937247F" w14:textId="77777777" w:rsidR="008E2C9E" w:rsidRPr="002E2912" w:rsidRDefault="008E2C9E" w:rsidP="00182272">
      <w:pPr>
        <w:jc w:val="both"/>
        <w:rPr>
          <w:rFonts w:cs="Tahoma"/>
          <w:sz w:val="22"/>
          <w:szCs w:val="22"/>
        </w:rPr>
      </w:pPr>
    </w:p>
    <w:p w14:paraId="5E6DFFA4" w14:textId="33FBD2FE" w:rsidR="008126F9" w:rsidRPr="008D1F39" w:rsidRDefault="007A7F7E" w:rsidP="00182272">
      <w:pPr>
        <w:ind w:firstLine="567"/>
        <w:jc w:val="both"/>
        <w:rPr>
          <w:rFonts w:cs="Tahoma"/>
          <w:sz w:val="22"/>
          <w:szCs w:val="22"/>
        </w:rPr>
      </w:pPr>
      <w:r w:rsidRPr="008D1F39">
        <w:rPr>
          <w:rFonts w:cs="Tahoma"/>
          <w:sz w:val="22"/>
          <w:szCs w:val="22"/>
        </w:rPr>
        <w:t>Компания АО «РКС-Менеджмент» настоящим извещ</w:t>
      </w:r>
      <w:r w:rsidR="00E5457D" w:rsidRPr="008D1F39">
        <w:rPr>
          <w:rFonts w:cs="Tahoma"/>
          <w:sz w:val="22"/>
          <w:szCs w:val="22"/>
        </w:rPr>
        <w:t>ает Вас о проведении открытого к</w:t>
      </w:r>
      <w:r w:rsidRPr="008D1F39">
        <w:rPr>
          <w:rFonts w:cs="Tahoma"/>
          <w:sz w:val="22"/>
          <w:szCs w:val="22"/>
        </w:rPr>
        <w:t>онкурса в электронной форме с предварительной квалифи</w:t>
      </w:r>
      <w:r w:rsidR="008126F9" w:rsidRPr="008D1F39">
        <w:rPr>
          <w:rFonts w:cs="Tahoma"/>
          <w:sz w:val="22"/>
          <w:szCs w:val="22"/>
        </w:rPr>
        <w:t xml:space="preserve">кацией для заключения </w:t>
      </w:r>
      <w:r w:rsidR="00C70FF5" w:rsidRPr="008D1F39">
        <w:rPr>
          <w:rFonts w:cs="Tahoma"/>
          <w:sz w:val="22"/>
          <w:szCs w:val="22"/>
        </w:rPr>
        <w:t>договор</w:t>
      </w:r>
      <w:r w:rsidR="00083B8D" w:rsidRPr="008D1F39">
        <w:rPr>
          <w:rFonts w:cs="Tahoma"/>
          <w:sz w:val="22"/>
          <w:szCs w:val="22"/>
        </w:rPr>
        <w:t>ов</w:t>
      </w:r>
      <w:r w:rsidR="00E23D4E">
        <w:rPr>
          <w:rFonts w:cs="Tahoma"/>
          <w:sz w:val="22"/>
          <w:szCs w:val="22"/>
        </w:rPr>
        <w:t xml:space="preserve"> поставки кабельно-проводниковой прод</w:t>
      </w:r>
      <w:r w:rsidR="00175D7C">
        <w:rPr>
          <w:rFonts w:cs="Tahoma"/>
          <w:sz w:val="22"/>
          <w:szCs w:val="22"/>
        </w:rPr>
        <w:t>укции</w:t>
      </w:r>
      <w:r w:rsidR="00E23D4E">
        <w:rPr>
          <w:rFonts w:cs="Tahoma"/>
          <w:sz w:val="22"/>
          <w:szCs w:val="22"/>
        </w:rPr>
        <w:t xml:space="preserve"> для нужд </w:t>
      </w:r>
      <w:r w:rsidR="00175D7C" w:rsidRPr="00175D7C">
        <w:rPr>
          <w:rFonts w:cs="Tahoma"/>
          <w:sz w:val="22"/>
          <w:szCs w:val="22"/>
        </w:rPr>
        <w:t>АО "ПКС-Водоканал"</w:t>
      </w:r>
      <w:r w:rsidR="00171148" w:rsidRPr="008D1F39">
        <w:rPr>
          <w:rFonts w:cs="Tahoma"/>
          <w:sz w:val="22"/>
          <w:szCs w:val="22"/>
        </w:rPr>
        <w:t xml:space="preserve"> в 2018 году</w:t>
      </w:r>
      <w:r w:rsidR="00DF4995" w:rsidRPr="008D1F39">
        <w:rPr>
          <w:rFonts w:cs="Tahoma"/>
          <w:sz w:val="22"/>
          <w:szCs w:val="22"/>
        </w:rPr>
        <w:t xml:space="preserve">. </w:t>
      </w:r>
    </w:p>
    <w:p w14:paraId="42085903" w14:textId="77777777" w:rsidR="00DF4995" w:rsidRPr="008D1F39" w:rsidRDefault="00DF4995" w:rsidP="00182272">
      <w:pPr>
        <w:ind w:firstLine="567"/>
        <w:jc w:val="both"/>
        <w:rPr>
          <w:rFonts w:cs="Tahoma"/>
          <w:sz w:val="22"/>
          <w:szCs w:val="22"/>
        </w:rPr>
      </w:pPr>
    </w:p>
    <w:p w14:paraId="0A964715" w14:textId="785160F6" w:rsidR="008E2C9E" w:rsidRPr="008D1F39" w:rsidRDefault="008E2C9E" w:rsidP="00182272">
      <w:pPr>
        <w:ind w:firstLine="567"/>
        <w:jc w:val="both"/>
        <w:rPr>
          <w:rFonts w:cs="Tahoma"/>
          <w:sz w:val="22"/>
          <w:szCs w:val="22"/>
        </w:rPr>
      </w:pPr>
      <w:proofErr w:type="gramStart"/>
      <w:r w:rsidRPr="008D1F39">
        <w:rPr>
          <w:rFonts w:cs="Tahoma"/>
          <w:sz w:val="22"/>
          <w:szCs w:val="22"/>
        </w:rPr>
        <w:t>Организатор:</w:t>
      </w:r>
      <w:r w:rsidRPr="008D1F39">
        <w:rPr>
          <w:rFonts w:cs="Tahoma"/>
          <w:sz w:val="22"/>
          <w:szCs w:val="22"/>
        </w:rPr>
        <w:tab/>
      </w:r>
      <w:proofErr w:type="gramEnd"/>
      <w:r w:rsidRPr="008D1F39">
        <w:rPr>
          <w:rFonts w:cs="Tahoma"/>
          <w:sz w:val="22"/>
          <w:szCs w:val="22"/>
        </w:rPr>
        <w:tab/>
      </w:r>
      <w:r w:rsidRPr="008D1F39">
        <w:rPr>
          <w:rFonts w:cs="Tahoma"/>
          <w:sz w:val="22"/>
          <w:szCs w:val="22"/>
        </w:rPr>
        <w:tab/>
      </w:r>
      <w:r w:rsidRPr="008D1F39">
        <w:rPr>
          <w:rFonts w:cs="Tahoma"/>
          <w:sz w:val="22"/>
          <w:szCs w:val="22"/>
        </w:rPr>
        <w:tab/>
        <w:t>АО «РКС-Менеджмент».</w:t>
      </w:r>
    </w:p>
    <w:p w14:paraId="4231AF6B" w14:textId="77777777" w:rsidR="008E2C9E" w:rsidRPr="008D1F39" w:rsidRDefault="008E2C9E" w:rsidP="00182272">
      <w:pPr>
        <w:ind w:firstLine="567"/>
        <w:jc w:val="both"/>
        <w:rPr>
          <w:rFonts w:cs="Tahoma"/>
          <w:sz w:val="22"/>
          <w:szCs w:val="22"/>
        </w:rPr>
      </w:pPr>
      <w:r w:rsidRPr="008D1F39">
        <w:rPr>
          <w:rFonts w:cs="Tahoma"/>
          <w:sz w:val="22"/>
          <w:szCs w:val="22"/>
        </w:rPr>
        <w:t xml:space="preserve">Адрес </w:t>
      </w:r>
      <w:proofErr w:type="gramStart"/>
      <w:r w:rsidRPr="008D1F39">
        <w:rPr>
          <w:rFonts w:cs="Tahoma"/>
          <w:sz w:val="22"/>
          <w:szCs w:val="22"/>
        </w:rPr>
        <w:t>Организатора:</w:t>
      </w:r>
      <w:r w:rsidRPr="008D1F39">
        <w:rPr>
          <w:rFonts w:cs="Tahoma"/>
          <w:sz w:val="22"/>
          <w:szCs w:val="22"/>
        </w:rPr>
        <w:tab/>
      </w:r>
      <w:proofErr w:type="gramEnd"/>
      <w:r w:rsidRPr="008D1F39">
        <w:rPr>
          <w:rFonts w:cs="Tahoma"/>
          <w:sz w:val="22"/>
          <w:szCs w:val="22"/>
        </w:rPr>
        <w:tab/>
      </w:r>
      <w:r w:rsidRPr="008D1F39">
        <w:rPr>
          <w:rFonts w:cs="Tahoma"/>
          <w:sz w:val="22"/>
          <w:szCs w:val="22"/>
        </w:rPr>
        <w:tab/>
        <w:t>119180, г. Москва, ул. Мал. Полянка, д.2.</w:t>
      </w:r>
    </w:p>
    <w:p w14:paraId="07237DF5" w14:textId="35F12D1F" w:rsidR="008E2C9E" w:rsidRPr="008D1F39" w:rsidRDefault="008E2C9E" w:rsidP="00182272">
      <w:pPr>
        <w:ind w:firstLine="567"/>
        <w:jc w:val="both"/>
        <w:rPr>
          <w:rFonts w:cs="Tahoma"/>
          <w:sz w:val="22"/>
          <w:szCs w:val="22"/>
        </w:rPr>
      </w:pPr>
      <w:r w:rsidRPr="008D1F39">
        <w:rPr>
          <w:rFonts w:cs="Tahoma"/>
          <w:sz w:val="22"/>
          <w:szCs w:val="22"/>
        </w:rPr>
        <w:t>Электронн</w:t>
      </w:r>
      <w:r w:rsidR="00E23D4E">
        <w:rPr>
          <w:rFonts w:cs="Tahoma"/>
          <w:sz w:val="22"/>
          <w:szCs w:val="22"/>
        </w:rPr>
        <w:t xml:space="preserve">ая почта </w:t>
      </w:r>
      <w:proofErr w:type="gramStart"/>
      <w:r w:rsidR="00E23D4E">
        <w:rPr>
          <w:rFonts w:cs="Tahoma"/>
          <w:sz w:val="22"/>
          <w:szCs w:val="22"/>
        </w:rPr>
        <w:t>Организатора:</w:t>
      </w:r>
      <w:r w:rsidR="00E23D4E">
        <w:rPr>
          <w:rFonts w:cs="Tahoma"/>
          <w:sz w:val="22"/>
          <w:szCs w:val="22"/>
        </w:rPr>
        <w:tab/>
      </w:r>
      <w:proofErr w:type="gramEnd"/>
      <w:r w:rsidR="00E23D4E">
        <w:rPr>
          <w:rFonts w:cs="Tahoma"/>
          <w:sz w:val="22"/>
          <w:szCs w:val="22"/>
        </w:rPr>
        <w:t>S</w:t>
      </w:r>
      <w:proofErr w:type="spellStart"/>
      <w:r w:rsidR="00E23D4E">
        <w:rPr>
          <w:rFonts w:cs="Tahoma"/>
          <w:sz w:val="22"/>
          <w:szCs w:val="22"/>
          <w:lang w:val="en-US"/>
        </w:rPr>
        <w:t>myagkov</w:t>
      </w:r>
      <w:proofErr w:type="spellEnd"/>
      <w:r w:rsidRPr="008D1F39">
        <w:rPr>
          <w:rFonts w:cs="Tahoma"/>
          <w:sz w:val="22"/>
          <w:szCs w:val="22"/>
        </w:rPr>
        <w:t>@roscomsys.ru.</w:t>
      </w:r>
    </w:p>
    <w:p w14:paraId="77A3CA8F" w14:textId="0ECBE5CD" w:rsidR="008E2C9E" w:rsidRPr="008D1F39" w:rsidRDefault="008E2C9E" w:rsidP="00182272">
      <w:pPr>
        <w:ind w:firstLine="567"/>
        <w:jc w:val="both"/>
        <w:rPr>
          <w:rFonts w:cs="Tahoma"/>
          <w:sz w:val="22"/>
          <w:szCs w:val="22"/>
        </w:rPr>
      </w:pPr>
      <w:r w:rsidRPr="008D1F39">
        <w:rPr>
          <w:rFonts w:cs="Tahoma"/>
          <w:sz w:val="22"/>
          <w:szCs w:val="22"/>
        </w:rPr>
        <w:t xml:space="preserve">Телефон </w:t>
      </w:r>
      <w:proofErr w:type="gramStart"/>
      <w:r w:rsidRPr="008D1F39">
        <w:rPr>
          <w:rFonts w:cs="Tahoma"/>
          <w:sz w:val="22"/>
          <w:szCs w:val="22"/>
        </w:rPr>
        <w:t>Организатора:</w:t>
      </w:r>
      <w:r w:rsidRPr="008D1F39">
        <w:rPr>
          <w:rFonts w:cs="Tahoma"/>
          <w:sz w:val="22"/>
          <w:szCs w:val="22"/>
        </w:rPr>
        <w:tab/>
      </w:r>
      <w:proofErr w:type="gramEnd"/>
      <w:r w:rsidRPr="008D1F39">
        <w:rPr>
          <w:rFonts w:cs="Tahoma"/>
          <w:sz w:val="22"/>
          <w:szCs w:val="22"/>
        </w:rPr>
        <w:tab/>
      </w:r>
      <w:r w:rsidRPr="008D1F39">
        <w:rPr>
          <w:rFonts w:cs="Tahoma"/>
          <w:sz w:val="22"/>
          <w:szCs w:val="22"/>
        </w:rPr>
        <w:tab/>
        <w:t>(495) 783-32-32 доб. 15</w:t>
      </w:r>
      <w:r w:rsidR="00D81713" w:rsidRPr="008D1F39">
        <w:rPr>
          <w:rFonts w:cs="Tahoma"/>
          <w:sz w:val="22"/>
          <w:szCs w:val="22"/>
        </w:rPr>
        <w:t>29</w:t>
      </w:r>
      <w:r w:rsidRPr="008D1F39">
        <w:rPr>
          <w:rFonts w:cs="Tahoma"/>
          <w:sz w:val="22"/>
          <w:szCs w:val="22"/>
        </w:rPr>
        <w:t>.</w:t>
      </w:r>
    </w:p>
    <w:p w14:paraId="619ED6BE" w14:textId="77777777" w:rsidR="008E2C9E" w:rsidRPr="008D1F39" w:rsidRDefault="008E2C9E" w:rsidP="00182272">
      <w:pPr>
        <w:ind w:firstLine="567"/>
        <w:jc w:val="both"/>
        <w:rPr>
          <w:rFonts w:cs="Tahoma"/>
          <w:sz w:val="22"/>
          <w:szCs w:val="22"/>
        </w:rPr>
      </w:pPr>
    </w:p>
    <w:p w14:paraId="25A12E89" w14:textId="70BFD8B3" w:rsidR="008E2C9E" w:rsidRPr="008D1F39" w:rsidRDefault="008E2C9E" w:rsidP="00182272">
      <w:pPr>
        <w:ind w:firstLine="567"/>
        <w:jc w:val="both"/>
        <w:rPr>
          <w:rFonts w:cs="Tahoma"/>
          <w:sz w:val="22"/>
          <w:szCs w:val="22"/>
        </w:rPr>
      </w:pPr>
      <w:r w:rsidRPr="008D1F39">
        <w:rPr>
          <w:rFonts w:cs="Tahoma"/>
          <w:sz w:val="22"/>
          <w:szCs w:val="22"/>
        </w:rPr>
        <w:t>Номенклатура, количество подлежащего поставке товара, сроки и базис поставки товара определены в Приложении 2 к Конкурсной докуме</w:t>
      </w:r>
      <w:r w:rsidR="008A275B" w:rsidRPr="008D1F39">
        <w:rPr>
          <w:rFonts w:cs="Tahoma"/>
          <w:sz w:val="22"/>
          <w:szCs w:val="22"/>
        </w:rPr>
        <w:t xml:space="preserve">нтации (далее – КД) № </w:t>
      </w:r>
      <w:r w:rsidR="002A3D5D">
        <w:rPr>
          <w:rFonts w:cs="Tahoma"/>
          <w:b/>
          <w:sz w:val="22"/>
          <w:szCs w:val="22"/>
        </w:rPr>
        <w:t>РКСМ -6</w:t>
      </w:r>
      <w:r w:rsidR="00175D7C">
        <w:rPr>
          <w:rFonts w:cs="Tahoma"/>
          <w:b/>
          <w:sz w:val="22"/>
          <w:szCs w:val="22"/>
        </w:rPr>
        <w:t>71</w:t>
      </w:r>
      <w:r w:rsidR="00C31B25" w:rsidRPr="008D1F39">
        <w:rPr>
          <w:rFonts w:cs="Tahoma"/>
          <w:b/>
          <w:sz w:val="22"/>
          <w:szCs w:val="22"/>
        </w:rPr>
        <w:t>_</w:t>
      </w:r>
      <w:r w:rsidR="00C434BA" w:rsidRPr="008D1F39">
        <w:rPr>
          <w:rFonts w:cs="Tahoma"/>
          <w:b/>
          <w:sz w:val="22"/>
          <w:szCs w:val="22"/>
        </w:rPr>
        <w:t xml:space="preserve"> от </w:t>
      </w:r>
      <w:r w:rsidR="00175D7C">
        <w:rPr>
          <w:rFonts w:cs="Tahoma"/>
          <w:b/>
          <w:sz w:val="22"/>
          <w:szCs w:val="22"/>
        </w:rPr>
        <w:t>14</w:t>
      </w:r>
      <w:r w:rsidR="00C434BA" w:rsidRPr="008D1F39">
        <w:rPr>
          <w:rFonts w:cs="Tahoma"/>
          <w:b/>
          <w:sz w:val="22"/>
          <w:szCs w:val="22"/>
        </w:rPr>
        <w:t>.</w:t>
      </w:r>
      <w:r w:rsidR="002A3D5D">
        <w:rPr>
          <w:rFonts w:cs="Tahoma"/>
          <w:b/>
          <w:sz w:val="22"/>
          <w:szCs w:val="22"/>
        </w:rPr>
        <w:t>12</w:t>
      </w:r>
      <w:r w:rsidRPr="008D1F39">
        <w:rPr>
          <w:rFonts w:cs="Tahoma"/>
          <w:b/>
          <w:sz w:val="22"/>
          <w:szCs w:val="22"/>
        </w:rPr>
        <w:t>.201</w:t>
      </w:r>
      <w:r w:rsidR="00C70FF5" w:rsidRPr="008D1F39">
        <w:rPr>
          <w:rFonts w:cs="Tahoma"/>
          <w:b/>
          <w:sz w:val="22"/>
          <w:szCs w:val="22"/>
        </w:rPr>
        <w:t>7</w:t>
      </w:r>
      <w:r w:rsidRPr="008D1F39">
        <w:rPr>
          <w:rFonts w:cs="Tahoma"/>
          <w:b/>
          <w:sz w:val="22"/>
          <w:szCs w:val="22"/>
        </w:rPr>
        <w:t>г.,</w:t>
      </w:r>
      <w:r w:rsidRPr="008D1F39">
        <w:rPr>
          <w:rFonts w:cs="Tahoma"/>
          <w:sz w:val="22"/>
          <w:szCs w:val="22"/>
        </w:rPr>
        <w:t xml:space="preserve"> являющимся неотъемлемой частью настоящего извещения. </w:t>
      </w:r>
    </w:p>
    <w:p w14:paraId="70D9A565" w14:textId="77777777" w:rsidR="009A6573" w:rsidRPr="008D1F39" w:rsidRDefault="009A6573" w:rsidP="00182272">
      <w:pPr>
        <w:ind w:firstLine="567"/>
        <w:jc w:val="both"/>
        <w:rPr>
          <w:rFonts w:cs="Tahoma"/>
          <w:sz w:val="22"/>
          <w:szCs w:val="22"/>
        </w:rPr>
      </w:pPr>
    </w:p>
    <w:p w14:paraId="58D0C68C" w14:textId="1C79C0FA" w:rsidR="00786530" w:rsidRPr="00175D7C" w:rsidRDefault="008E2C9E" w:rsidP="00175D7C">
      <w:pPr>
        <w:jc w:val="both"/>
        <w:rPr>
          <w:rFonts w:cs="Tahoma"/>
          <w:b/>
          <w:bCs/>
          <w:szCs w:val="20"/>
        </w:rPr>
      </w:pPr>
      <w:r w:rsidRPr="008D1F39">
        <w:rPr>
          <w:rFonts w:cs="Tahoma"/>
          <w:sz w:val="22"/>
          <w:szCs w:val="22"/>
        </w:rPr>
        <w:t xml:space="preserve">Начальная (максимальная) цена договора на поставку товара, указанного в Приложении № 2 к конкурсу, составляет </w:t>
      </w:r>
      <w:r w:rsidR="00175D7C" w:rsidRPr="00175D7C">
        <w:rPr>
          <w:rFonts w:cs="Tahoma"/>
          <w:b/>
          <w:bCs/>
          <w:szCs w:val="20"/>
        </w:rPr>
        <w:t>722 445.32</w:t>
      </w:r>
      <w:r w:rsidR="00175D7C">
        <w:rPr>
          <w:rFonts w:cs="Tahoma"/>
          <w:b/>
          <w:bCs/>
          <w:szCs w:val="20"/>
        </w:rPr>
        <w:t xml:space="preserve"> </w:t>
      </w:r>
      <w:r w:rsidR="00B52C5F" w:rsidRPr="008D1F39">
        <w:rPr>
          <w:rFonts w:cs="Tahoma"/>
          <w:b/>
          <w:sz w:val="22"/>
          <w:szCs w:val="22"/>
        </w:rPr>
        <w:t>(</w:t>
      </w:r>
      <w:r w:rsidR="00241D41">
        <w:rPr>
          <w:rFonts w:cs="Tahoma"/>
          <w:b/>
          <w:sz w:val="22"/>
          <w:szCs w:val="22"/>
        </w:rPr>
        <w:t>Семьсот двадцать</w:t>
      </w:r>
      <w:bookmarkStart w:id="0" w:name="_GoBack"/>
      <w:bookmarkEnd w:id="0"/>
      <w:r w:rsidR="00175D7C">
        <w:rPr>
          <w:rFonts w:cs="Tahoma"/>
          <w:b/>
          <w:sz w:val="22"/>
          <w:szCs w:val="22"/>
        </w:rPr>
        <w:t xml:space="preserve"> две</w:t>
      </w:r>
      <w:r w:rsidR="008D1F39" w:rsidRPr="008D1F39">
        <w:rPr>
          <w:rFonts w:cs="Tahoma"/>
          <w:b/>
          <w:sz w:val="22"/>
          <w:szCs w:val="22"/>
        </w:rPr>
        <w:t xml:space="preserve"> тысяч</w:t>
      </w:r>
      <w:r w:rsidR="00175D7C">
        <w:rPr>
          <w:rFonts w:cs="Tahoma"/>
          <w:b/>
          <w:sz w:val="22"/>
          <w:szCs w:val="22"/>
        </w:rPr>
        <w:t>и четыреста сорок пять</w:t>
      </w:r>
      <w:r w:rsidR="002A3D5D">
        <w:rPr>
          <w:rFonts w:cs="Tahoma"/>
          <w:b/>
          <w:sz w:val="22"/>
          <w:szCs w:val="22"/>
        </w:rPr>
        <w:t>) рублей</w:t>
      </w:r>
      <w:r w:rsidR="00B52C5F" w:rsidRPr="008D1F39">
        <w:rPr>
          <w:rFonts w:cs="Tahoma"/>
          <w:b/>
          <w:sz w:val="22"/>
          <w:szCs w:val="22"/>
        </w:rPr>
        <w:t xml:space="preserve"> </w:t>
      </w:r>
      <w:r w:rsidR="002A3D5D">
        <w:rPr>
          <w:rFonts w:cs="Tahoma"/>
          <w:b/>
          <w:sz w:val="22"/>
          <w:szCs w:val="22"/>
        </w:rPr>
        <w:t>3</w:t>
      </w:r>
      <w:r w:rsidR="00175D7C">
        <w:rPr>
          <w:rFonts w:cs="Tahoma"/>
          <w:b/>
          <w:sz w:val="22"/>
          <w:szCs w:val="22"/>
        </w:rPr>
        <w:t>2</w:t>
      </w:r>
      <w:r w:rsidR="00B52C5F" w:rsidRPr="008D1F39">
        <w:rPr>
          <w:rFonts w:cs="Tahoma"/>
          <w:b/>
          <w:sz w:val="22"/>
          <w:szCs w:val="22"/>
        </w:rPr>
        <w:t xml:space="preserve"> коп</w:t>
      </w:r>
      <w:r w:rsidR="00527A63" w:rsidRPr="008D1F39">
        <w:rPr>
          <w:rFonts w:cs="Tahoma"/>
          <w:b/>
          <w:sz w:val="22"/>
          <w:szCs w:val="22"/>
        </w:rPr>
        <w:t>е</w:t>
      </w:r>
      <w:r w:rsidR="00175D7C">
        <w:rPr>
          <w:rFonts w:cs="Tahoma"/>
          <w:b/>
          <w:sz w:val="22"/>
          <w:szCs w:val="22"/>
        </w:rPr>
        <w:t>й</w:t>
      </w:r>
      <w:r w:rsidR="00527A63" w:rsidRPr="008D1F39">
        <w:rPr>
          <w:rFonts w:cs="Tahoma"/>
          <w:b/>
          <w:sz w:val="22"/>
          <w:szCs w:val="22"/>
        </w:rPr>
        <w:t>к</w:t>
      </w:r>
      <w:r w:rsidR="00175D7C">
        <w:rPr>
          <w:rFonts w:cs="Tahoma"/>
          <w:b/>
          <w:sz w:val="22"/>
          <w:szCs w:val="22"/>
        </w:rPr>
        <w:t>и</w:t>
      </w:r>
      <w:r w:rsidR="00B52C5F" w:rsidRPr="008D1F39">
        <w:rPr>
          <w:rFonts w:cs="Tahoma"/>
          <w:b/>
          <w:sz w:val="22"/>
          <w:szCs w:val="22"/>
        </w:rPr>
        <w:t xml:space="preserve"> </w:t>
      </w:r>
      <w:r w:rsidR="005F7006" w:rsidRPr="008D1F39">
        <w:rPr>
          <w:rFonts w:cs="Tahoma"/>
          <w:b/>
          <w:sz w:val="22"/>
          <w:szCs w:val="22"/>
        </w:rPr>
        <w:t xml:space="preserve">без НДС </w:t>
      </w:r>
      <w:r w:rsidRPr="008D1F39">
        <w:rPr>
          <w:rFonts w:cs="Tahoma"/>
          <w:sz w:val="22"/>
          <w:szCs w:val="22"/>
        </w:rPr>
        <w:t xml:space="preserve">на </w:t>
      </w:r>
      <w:r w:rsidR="00527A63" w:rsidRPr="008D1F39">
        <w:rPr>
          <w:rFonts w:cs="Tahoma"/>
          <w:sz w:val="22"/>
          <w:szCs w:val="22"/>
        </w:rPr>
        <w:t>условии франк</w:t>
      </w:r>
      <w:r w:rsidR="00175D7C">
        <w:rPr>
          <w:rFonts w:cs="Tahoma"/>
          <w:sz w:val="22"/>
          <w:szCs w:val="22"/>
        </w:rPr>
        <w:t>о-пункт назначения.</w:t>
      </w:r>
    </w:p>
    <w:p w14:paraId="505AAAEA" w14:textId="68021A62" w:rsidR="008E2C9E" w:rsidRPr="008D1F39" w:rsidRDefault="008E2C9E" w:rsidP="00182272">
      <w:pPr>
        <w:ind w:firstLine="567"/>
        <w:jc w:val="both"/>
        <w:rPr>
          <w:rFonts w:cs="Tahoma"/>
          <w:sz w:val="22"/>
          <w:szCs w:val="22"/>
        </w:rPr>
      </w:pPr>
      <w:r w:rsidRPr="008D1F39">
        <w:rPr>
          <w:rFonts w:cs="Tahoma"/>
          <w:sz w:val="22"/>
          <w:szCs w:val="22"/>
        </w:rPr>
        <w:t xml:space="preserve">Полный комплект КД, включая документацию для предварительной квалификации, является неотъемлемой частью настоящего извещения и доступен на интернет-сайтах </w:t>
      </w:r>
      <w:r w:rsidRPr="008D1F39">
        <w:rPr>
          <w:rFonts w:cs="Tahoma"/>
          <w:b/>
          <w:sz w:val="22"/>
          <w:szCs w:val="22"/>
        </w:rPr>
        <w:t xml:space="preserve">www.zakupki.gov.ru, www.roscomsys.ru, </w:t>
      </w:r>
      <w:r w:rsidR="00C434BA" w:rsidRPr="008D1F39">
        <w:rPr>
          <w:rFonts w:cs="Tahoma"/>
          <w:b/>
          <w:sz w:val="22"/>
          <w:szCs w:val="22"/>
        </w:rPr>
        <w:t xml:space="preserve">www.com.roseltorg.ru, </w:t>
      </w:r>
      <w:r w:rsidR="008C44E6" w:rsidRPr="008D1F39">
        <w:rPr>
          <w:rFonts w:cs="Tahoma"/>
          <w:b/>
          <w:sz w:val="22"/>
          <w:szCs w:val="22"/>
        </w:rPr>
        <w:t>сайтах Заказчиков</w:t>
      </w:r>
      <w:r w:rsidRPr="008D1F39">
        <w:rPr>
          <w:rFonts w:cs="Tahoma"/>
          <w:b/>
          <w:sz w:val="22"/>
          <w:szCs w:val="22"/>
        </w:rPr>
        <w:t xml:space="preserve">. </w:t>
      </w:r>
      <w:r w:rsidRPr="008D1F39">
        <w:rPr>
          <w:rFonts w:cs="Tahoma"/>
          <w:sz w:val="22"/>
          <w:szCs w:val="22"/>
        </w:rPr>
        <w:t>Для целей заключения договоров последующему рассмотрению подлежат только заявки участников Конкурса, прошедших предварительный квалификационный отбор.</w:t>
      </w:r>
    </w:p>
    <w:p w14:paraId="415BA3EE" w14:textId="77777777" w:rsidR="008E2C9E" w:rsidRPr="008D1F39" w:rsidRDefault="008E2C9E" w:rsidP="00182272">
      <w:pPr>
        <w:ind w:firstLine="567"/>
        <w:jc w:val="both"/>
        <w:rPr>
          <w:rFonts w:cs="Tahoma"/>
          <w:sz w:val="22"/>
          <w:szCs w:val="22"/>
        </w:rPr>
      </w:pPr>
      <w:r w:rsidRPr="008D1F39">
        <w:rPr>
          <w:rFonts w:cs="Tahoma"/>
          <w:sz w:val="22"/>
          <w:szCs w:val="22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заявок путем снижения первоначальных цен.</w:t>
      </w:r>
    </w:p>
    <w:p w14:paraId="73ACC1E4" w14:textId="6E00E3F0" w:rsidR="008E2C9E" w:rsidRPr="008D1F39" w:rsidRDefault="008E2C9E" w:rsidP="00182272">
      <w:pPr>
        <w:ind w:firstLine="567"/>
        <w:jc w:val="both"/>
        <w:rPr>
          <w:rFonts w:cs="Tahoma"/>
          <w:sz w:val="22"/>
          <w:szCs w:val="22"/>
        </w:rPr>
      </w:pPr>
      <w:r w:rsidRPr="008D1F39">
        <w:rPr>
          <w:rFonts w:cs="Tahoma"/>
          <w:sz w:val="22"/>
          <w:szCs w:val="22"/>
        </w:rPr>
        <w:lastRenderedPageBreak/>
        <w:t xml:space="preserve">Прошу Вас предоставить заявку на участие в Конкурсной процедуре, включая заявку для предварительного квалификационного отбора и оферту по форме Приложения № 2 к Конкурсу, в срок до </w:t>
      </w:r>
      <w:r w:rsidR="009A6573" w:rsidRPr="008D1F39">
        <w:rPr>
          <w:rFonts w:cs="Tahoma"/>
          <w:b/>
          <w:sz w:val="22"/>
          <w:szCs w:val="22"/>
        </w:rPr>
        <w:t xml:space="preserve">12-00 МСК </w:t>
      </w:r>
      <w:r w:rsidR="00175D7C">
        <w:rPr>
          <w:rFonts w:cs="Tahoma"/>
          <w:b/>
          <w:sz w:val="22"/>
          <w:szCs w:val="22"/>
        </w:rPr>
        <w:t>11</w:t>
      </w:r>
      <w:r w:rsidRPr="008D1F39">
        <w:rPr>
          <w:rFonts w:cs="Tahoma"/>
          <w:b/>
          <w:sz w:val="22"/>
          <w:szCs w:val="22"/>
        </w:rPr>
        <w:t>.</w:t>
      </w:r>
      <w:r w:rsidR="00175D7C">
        <w:rPr>
          <w:rFonts w:cs="Tahoma"/>
          <w:b/>
          <w:sz w:val="22"/>
          <w:szCs w:val="22"/>
        </w:rPr>
        <w:t>01</w:t>
      </w:r>
      <w:r w:rsidRPr="008D1F39">
        <w:rPr>
          <w:rFonts w:cs="Tahoma"/>
          <w:b/>
          <w:sz w:val="22"/>
          <w:szCs w:val="22"/>
        </w:rPr>
        <w:t>.201</w:t>
      </w:r>
      <w:r w:rsidR="00175D7C">
        <w:rPr>
          <w:rFonts w:cs="Tahoma"/>
          <w:b/>
          <w:sz w:val="22"/>
          <w:szCs w:val="22"/>
        </w:rPr>
        <w:t>8</w:t>
      </w:r>
      <w:r w:rsidR="00C70FF5" w:rsidRPr="008D1F39">
        <w:rPr>
          <w:rFonts w:cs="Tahoma"/>
          <w:b/>
          <w:sz w:val="22"/>
          <w:szCs w:val="22"/>
        </w:rPr>
        <w:t xml:space="preserve"> г.</w:t>
      </w:r>
      <w:r w:rsidRPr="008D1F39">
        <w:rPr>
          <w:rFonts w:cs="Tahoma"/>
          <w:sz w:val="22"/>
          <w:szCs w:val="22"/>
        </w:rPr>
        <w:t xml:space="preserve"> на интернет-сайт систему электронных торгов: www.com.roseltorg.ru</w:t>
      </w:r>
    </w:p>
    <w:p w14:paraId="5662DBDC" w14:textId="77777777" w:rsidR="008E2C9E" w:rsidRPr="008D1F39" w:rsidRDefault="008E2C9E" w:rsidP="00182272">
      <w:pPr>
        <w:ind w:firstLine="567"/>
        <w:jc w:val="both"/>
        <w:rPr>
          <w:rFonts w:cs="Tahoma"/>
          <w:sz w:val="22"/>
          <w:szCs w:val="22"/>
        </w:rPr>
      </w:pPr>
      <w:r w:rsidRPr="008D1F39">
        <w:rPr>
          <w:rFonts w:cs="Tahoma"/>
          <w:sz w:val="22"/>
          <w:szCs w:val="22"/>
        </w:rPr>
        <w:t>Срок начала подачи заявок не регламентируется, заявки принимаются с момента опубликования настоящего извещения.</w:t>
      </w:r>
    </w:p>
    <w:p w14:paraId="29995DB1" w14:textId="24853C51" w:rsidR="008E2C9E" w:rsidRPr="008D1F39" w:rsidRDefault="008E2C9E" w:rsidP="00182272">
      <w:pPr>
        <w:ind w:firstLine="567"/>
        <w:jc w:val="both"/>
        <w:rPr>
          <w:rFonts w:cs="Tahoma"/>
          <w:sz w:val="22"/>
          <w:szCs w:val="22"/>
        </w:rPr>
      </w:pPr>
      <w:r w:rsidRPr="008D1F39">
        <w:rPr>
          <w:rFonts w:cs="Tahoma"/>
          <w:sz w:val="22"/>
          <w:szCs w:val="22"/>
        </w:rPr>
        <w:t xml:space="preserve">Рассмотрение заявок на участие в конкурсной процедуре будет проведено </w:t>
      </w:r>
      <w:r w:rsidR="002A3D5D">
        <w:rPr>
          <w:rFonts w:cs="Tahoma"/>
          <w:b/>
          <w:sz w:val="22"/>
          <w:szCs w:val="22"/>
        </w:rPr>
        <w:t>19.01</w:t>
      </w:r>
      <w:r w:rsidR="00175D7C">
        <w:rPr>
          <w:rFonts w:cs="Tahoma"/>
          <w:b/>
          <w:sz w:val="22"/>
          <w:szCs w:val="22"/>
        </w:rPr>
        <w:t>.2018</w:t>
      </w:r>
      <w:r w:rsidR="00C70FF5" w:rsidRPr="008D1F39">
        <w:rPr>
          <w:rFonts w:cs="Tahoma"/>
          <w:b/>
          <w:sz w:val="22"/>
          <w:szCs w:val="22"/>
        </w:rPr>
        <w:t xml:space="preserve"> г.</w:t>
      </w:r>
      <w:r w:rsidRPr="008D1F39">
        <w:rPr>
          <w:rFonts w:cs="Tahoma"/>
          <w:sz w:val="22"/>
          <w:szCs w:val="22"/>
        </w:rPr>
        <w:t xml:space="preserve"> </w:t>
      </w:r>
      <w:r w:rsidR="00DB68EA" w:rsidRPr="008D1F39">
        <w:rPr>
          <w:rFonts w:cs="Tahoma"/>
          <w:sz w:val="22"/>
          <w:szCs w:val="22"/>
        </w:rPr>
        <w:t>по</w:t>
      </w:r>
      <w:r w:rsidRPr="008D1F39">
        <w:rPr>
          <w:rFonts w:cs="Tahoma"/>
          <w:sz w:val="22"/>
          <w:szCs w:val="22"/>
        </w:rPr>
        <w:t xml:space="preserve"> адресу: 119180, г. Москва, ул. Мал. Полянка, д.2.</w:t>
      </w:r>
    </w:p>
    <w:p w14:paraId="7BAC0FD0" w14:textId="53245F4C" w:rsidR="008E2C9E" w:rsidRPr="008D1F39" w:rsidRDefault="008E2C9E" w:rsidP="00182272">
      <w:pPr>
        <w:ind w:firstLine="567"/>
        <w:jc w:val="both"/>
        <w:rPr>
          <w:rFonts w:cs="Tahoma"/>
          <w:sz w:val="22"/>
          <w:szCs w:val="22"/>
        </w:rPr>
      </w:pPr>
      <w:r w:rsidRPr="008D1F39">
        <w:rPr>
          <w:rFonts w:cs="Tahoma"/>
          <w:sz w:val="22"/>
          <w:szCs w:val="22"/>
        </w:rPr>
        <w:t>Подведение ит</w:t>
      </w:r>
      <w:r w:rsidR="008A275B" w:rsidRPr="008D1F39">
        <w:rPr>
          <w:rFonts w:cs="Tahoma"/>
          <w:sz w:val="22"/>
          <w:szCs w:val="22"/>
        </w:rPr>
        <w:t xml:space="preserve">огов Конкурса будет проведено </w:t>
      </w:r>
      <w:r w:rsidR="00175D7C">
        <w:rPr>
          <w:rFonts w:cs="Tahoma"/>
          <w:b/>
          <w:sz w:val="22"/>
          <w:szCs w:val="22"/>
        </w:rPr>
        <w:t>26</w:t>
      </w:r>
      <w:r w:rsidR="002A3D5D">
        <w:rPr>
          <w:rFonts w:cs="Tahoma"/>
          <w:b/>
          <w:sz w:val="22"/>
          <w:szCs w:val="22"/>
        </w:rPr>
        <w:t>.01</w:t>
      </w:r>
      <w:r w:rsidR="00175D7C">
        <w:rPr>
          <w:rFonts w:cs="Tahoma"/>
          <w:b/>
          <w:sz w:val="22"/>
          <w:szCs w:val="22"/>
        </w:rPr>
        <w:t>.2018</w:t>
      </w:r>
      <w:r w:rsidR="00C70FF5" w:rsidRPr="008D1F39">
        <w:rPr>
          <w:rFonts w:cs="Tahoma"/>
          <w:b/>
          <w:sz w:val="22"/>
          <w:szCs w:val="22"/>
        </w:rPr>
        <w:t xml:space="preserve"> г.</w:t>
      </w:r>
    </w:p>
    <w:p w14:paraId="12E78777" w14:textId="77777777" w:rsidR="008E2C9E" w:rsidRPr="008D1F39" w:rsidRDefault="008E2C9E" w:rsidP="00182272">
      <w:pPr>
        <w:ind w:firstLine="567"/>
        <w:jc w:val="both"/>
        <w:rPr>
          <w:rFonts w:cs="Tahoma"/>
          <w:sz w:val="22"/>
          <w:szCs w:val="22"/>
        </w:rPr>
      </w:pPr>
      <w:r w:rsidRPr="008D1F39">
        <w:rPr>
          <w:rFonts w:cs="Tahoma"/>
          <w:sz w:val="22"/>
          <w:szCs w:val="22"/>
        </w:rPr>
        <w:t>Благодарю Вас за сотрудничество.</w:t>
      </w:r>
    </w:p>
    <w:p w14:paraId="57449F18" w14:textId="3B915159" w:rsidR="008E2C9E" w:rsidRPr="008D1F39" w:rsidRDefault="00BC4DC8" w:rsidP="00182272">
      <w:pPr>
        <w:ind w:firstLine="567"/>
        <w:jc w:val="both"/>
        <w:rPr>
          <w:rFonts w:cs="Tahoma"/>
          <w:sz w:val="22"/>
          <w:szCs w:val="22"/>
        </w:rPr>
      </w:pPr>
      <w:proofErr w:type="gramStart"/>
      <w:r w:rsidRPr="008D1F39">
        <w:rPr>
          <w:rFonts w:cs="Tahoma"/>
          <w:sz w:val="22"/>
          <w:szCs w:val="22"/>
        </w:rPr>
        <w:t>Приложение:</w:t>
      </w:r>
      <w:r w:rsidR="008E2C9E" w:rsidRPr="008D1F39">
        <w:rPr>
          <w:rFonts w:cs="Tahoma"/>
          <w:sz w:val="22"/>
          <w:szCs w:val="22"/>
        </w:rPr>
        <w:t>КД</w:t>
      </w:r>
      <w:proofErr w:type="gramEnd"/>
      <w:r w:rsidR="008E2C9E" w:rsidRPr="008D1F39">
        <w:rPr>
          <w:rFonts w:cs="Tahoma"/>
          <w:sz w:val="22"/>
          <w:szCs w:val="22"/>
        </w:rPr>
        <w:t xml:space="preserve"> с </w:t>
      </w:r>
      <w:r w:rsidR="00CF613F" w:rsidRPr="008D1F39">
        <w:rPr>
          <w:rFonts w:cs="Tahoma"/>
          <w:sz w:val="22"/>
          <w:szCs w:val="22"/>
        </w:rPr>
        <w:t>6</w:t>
      </w:r>
      <w:r w:rsidR="008E2C9E" w:rsidRPr="008D1F39">
        <w:rPr>
          <w:rFonts w:cs="Tahoma"/>
          <w:sz w:val="22"/>
          <w:szCs w:val="22"/>
        </w:rPr>
        <w:t>-ю приложениями – 8 файлов.</w:t>
      </w:r>
    </w:p>
    <w:p w14:paraId="4CBB5AFB" w14:textId="77777777" w:rsidR="00380688" w:rsidRPr="008D1F39" w:rsidRDefault="00380688" w:rsidP="00182272">
      <w:pPr>
        <w:ind w:firstLine="567"/>
        <w:jc w:val="both"/>
        <w:rPr>
          <w:rFonts w:cs="Tahoma"/>
          <w:sz w:val="22"/>
          <w:szCs w:val="22"/>
        </w:rPr>
      </w:pPr>
    </w:p>
    <w:p w14:paraId="01002407" w14:textId="4F1CFB70" w:rsidR="008435ED" w:rsidRPr="008D1F39" w:rsidRDefault="00E45614" w:rsidP="00182272">
      <w:pPr>
        <w:jc w:val="both"/>
        <w:rPr>
          <w:rFonts w:cs="Tahoma"/>
          <w:sz w:val="22"/>
          <w:szCs w:val="22"/>
        </w:rPr>
      </w:pPr>
      <w:r w:rsidRPr="008D1F39">
        <w:rPr>
          <w:rFonts w:cs="Tahoma"/>
          <w:sz w:val="22"/>
          <w:szCs w:val="22"/>
        </w:rPr>
        <w:t>Руководител</w:t>
      </w:r>
      <w:r w:rsidR="001B3083" w:rsidRPr="008D1F39">
        <w:rPr>
          <w:rFonts w:cs="Tahoma"/>
          <w:sz w:val="22"/>
          <w:szCs w:val="22"/>
        </w:rPr>
        <w:t>ь</w:t>
      </w:r>
      <w:r w:rsidR="008E2C9E" w:rsidRPr="008D1F39">
        <w:rPr>
          <w:rFonts w:cs="Tahoma"/>
          <w:sz w:val="22"/>
          <w:szCs w:val="22"/>
        </w:rPr>
        <w:t xml:space="preserve"> Де</w:t>
      </w:r>
      <w:r w:rsidR="008E5F68" w:rsidRPr="008D1F39">
        <w:rPr>
          <w:rFonts w:cs="Tahoma"/>
          <w:sz w:val="22"/>
          <w:szCs w:val="22"/>
        </w:rPr>
        <w:t>партамента закупок</w:t>
      </w:r>
      <w:r w:rsidR="008E5F68" w:rsidRPr="008D1F39">
        <w:rPr>
          <w:rFonts w:cs="Tahoma"/>
          <w:sz w:val="22"/>
          <w:szCs w:val="22"/>
        </w:rPr>
        <w:tab/>
      </w:r>
      <w:r w:rsidR="008E5F68" w:rsidRPr="008D1F39">
        <w:rPr>
          <w:rFonts w:cs="Tahoma"/>
          <w:sz w:val="22"/>
          <w:szCs w:val="22"/>
        </w:rPr>
        <w:tab/>
      </w:r>
      <w:r w:rsidR="008E5F68" w:rsidRPr="008D1F39">
        <w:rPr>
          <w:rFonts w:cs="Tahoma"/>
          <w:sz w:val="22"/>
          <w:szCs w:val="22"/>
        </w:rPr>
        <w:tab/>
      </w:r>
      <w:r w:rsidR="008E5F68" w:rsidRPr="008D1F39">
        <w:rPr>
          <w:rFonts w:cs="Tahoma"/>
          <w:sz w:val="22"/>
          <w:szCs w:val="22"/>
        </w:rPr>
        <w:tab/>
      </w:r>
      <w:r w:rsidR="008E5F68" w:rsidRPr="008D1F39">
        <w:rPr>
          <w:rFonts w:cs="Tahoma"/>
          <w:sz w:val="22"/>
          <w:szCs w:val="22"/>
        </w:rPr>
        <w:tab/>
      </w:r>
      <w:r w:rsidR="008E5F68" w:rsidRPr="008D1F39">
        <w:rPr>
          <w:rFonts w:cs="Tahoma"/>
          <w:sz w:val="22"/>
          <w:szCs w:val="22"/>
        </w:rPr>
        <w:tab/>
      </w:r>
      <w:proofErr w:type="spellStart"/>
      <w:r w:rsidR="002A3D5D">
        <w:rPr>
          <w:rFonts w:cs="Tahoma"/>
          <w:sz w:val="22"/>
          <w:szCs w:val="22"/>
        </w:rPr>
        <w:t>К.Э.Злотников</w:t>
      </w:r>
      <w:proofErr w:type="spellEnd"/>
    </w:p>
    <w:p w14:paraId="10F13D52" w14:textId="77777777" w:rsidR="009A6573" w:rsidRPr="008D1F39" w:rsidRDefault="009A6573" w:rsidP="00182272">
      <w:pPr>
        <w:jc w:val="both"/>
        <w:rPr>
          <w:rFonts w:cs="Tahoma"/>
          <w:sz w:val="22"/>
          <w:szCs w:val="22"/>
        </w:rPr>
      </w:pPr>
    </w:p>
    <w:p w14:paraId="5C5A909C" w14:textId="7F3FDFE0" w:rsidR="00FC1AF1" w:rsidRPr="008D1F39" w:rsidRDefault="002A3D5D" w:rsidP="00182272">
      <w:pPr>
        <w:jc w:val="both"/>
        <w:rPr>
          <w:rFonts w:cs="Tahoma"/>
          <w:sz w:val="16"/>
          <w:szCs w:val="20"/>
        </w:rPr>
      </w:pPr>
      <w:r>
        <w:rPr>
          <w:rFonts w:cs="Tahoma"/>
          <w:sz w:val="16"/>
          <w:szCs w:val="20"/>
        </w:rPr>
        <w:fldChar w:fldCharType="begin">
          <w:ffData>
            <w:name w:val=""/>
            <w:enabled/>
            <w:calcOnExit w:val="0"/>
            <w:helpText w:type="text" w:val="Заголовок к тексту. Включает в себя краткое содержание документа и должен быть согласован с наименованием вида документа."/>
            <w:statusText w:type="text" w:val="Заголовок к тексту. Включает в себя краткое содержание документа и должен быть согласован с наименованием вида документа."/>
            <w:textInput>
              <w:default w:val="Исп.: Мягков С.Г.., тел. +7 (495) 783-32-32 доб 1429"/>
              <w:format w:val="Первая прописная"/>
            </w:textInput>
          </w:ffData>
        </w:fldChar>
      </w:r>
      <w:r>
        <w:rPr>
          <w:rFonts w:cs="Tahoma"/>
          <w:sz w:val="16"/>
          <w:szCs w:val="20"/>
        </w:rPr>
        <w:instrText xml:space="preserve"> FORMTEXT </w:instrText>
      </w:r>
      <w:r>
        <w:rPr>
          <w:rFonts w:cs="Tahoma"/>
          <w:sz w:val="16"/>
          <w:szCs w:val="20"/>
        </w:rPr>
      </w:r>
      <w:r>
        <w:rPr>
          <w:rFonts w:cs="Tahoma"/>
          <w:sz w:val="16"/>
          <w:szCs w:val="20"/>
        </w:rPr>
        <w:fldChar w:fldCharType="separate"/>
      </w:r>
      <w:r>
        <w:rPr>
          <w:rFonts w:cs="Tahoma"/>
          <w:noProof/>
          <w:sz w:val="16"/>
          <w:szCs w:val="20"/>
        </w:rPr>
        <w:t>Исп.: Мягков С.Г.., тел. +7 (495) 783-32-32 доб 1429</w:t>
      </w:r>
      <w:r>
        <w:rPr>
          <w:rFonts w:cs="Tahoma"/>
          <w:sz w:val="16"/>
          <w:szCs w:val="20"/>
        </w:rPr>
        <w:fldChar w:fldCharType="end"/>
      </w:r>
    </w:p>
    <w:sectPr w:rsidR="00FC1AF1" w:rsidRPr="008D1F39" w:rsidSect="00394B9F">
      <w:headerReference w:type="default" r:id="rId12"/>
      <w:headerReference w:type="first" r:id="rId13"/>
      <w:pgSz w:w="11906" w:h="16838"/>
      <w:pgMar w:top="352" w:right="1274" w:bottom="1134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22817" w14:textId="77777777" w:rsidR="00BC4389" w:rsidRDefault="00BC4389" w:rsidP="00EC2649">
      <w:r>
        <w:separator/>
      </w:r>
    </w:p>
  </w:endnote>
  <w:endnote w:type="continuationSeparator" w:id="0">
    <w:p w14:paraId="564DED2F" w14:textId="77777777" w:rsidR="00BC4389" w:rsidRDefault="00BC4389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C8270" w14:textId="77777777" w:rsidR="00BC4389" w:rsidRDefault="00BC4389" w:rsidP="00EC2649">
      <w:r>
        <w:separator/>
      </w:r>
    </w:p>
  </w:footnote>
  <w:footnote w:type="continuationSeparator" w:id="0">
    <w:p w14:paraId="6B71285C" w14:textId="77777777" w:rsidR="00BC4389" w:rsidRDefault="00BC4389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52D19" w14:textId="77777777"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14:paraId="7B452D1D" w14:textId="77777777" w:rsidTr="005B5988">
      <w:trPr>
        <w:trHeight w:val="830"/>
      </w:trPr>
      <w:tc>
        <w:tcPr>
          <w:tcW w:w="3900" w:type="dxa"/>
        </w:tcPr>
        <w:p w14:paraId="7B452D1A" w14:textId="02B3551D"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790F4685" wp14:editId="08C8C45C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232FEF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5952" behindDoc="0" locked="0" layoutInCell="1" allowOverlap="1" wp14:anchorId="7B452D30" wp14:editId="435E2BD9">
                    <wp:simplePos x="0" y="0"/>
                    <wp:positionH relativeFrom="column">
                      <wp:posOffset>153670</wp:posOffset>
                    </wp:positionH>
                    <wp:positionV relativeFrom="paragraph">
                      <wp:posOffset>387880</wp:posOffset>
                    </wp:positionV>
                    <wp:extent cx="6024245" cy="0"/>
                    <wp:effectExtent l="0" t="0" r="33655" b="19050"/>
                    <wp:wrapNone/>
                    <wp:docPr id="4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4A18AE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12.1pt;margin-top:30.55pt;width:474.3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    </w:pict>
              </mc:Fallback>
            </mc:AlternateContent>
          </w:r>
          <w:r w:rsidR="00E85E07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4928" behindDoc="0" locked="0" layoutInCell="1" allowOverlap="1" wp14:anchorId="7B452D2E" wp14:editId="34D4E824">
                    <wp:simplePos x="0" y="0"/>
                    <wp:positionH relativeFrom="column">
                      <wp:posOffset>160125</wp:posOffset>
                    </wp:positionH>
                    <wp:positionV relativeFrom="paragraph">
                      <wp:posOffset>405130</wp:posOffset>
                    </wp:positionV>
                    <wp:extent cx="2995641" cy="5610"/>
                    <wp:effectExtent l="19050" t="19050" r="33655" b="33020"/>
                    <wp:wrapNone/>
                    <wp:docPr id="5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2995641" cy="561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0F9AD6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QMKw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" strokecolor="#c00000" strokeweight="3pt"/>
                </w:pict>
              </mc:Fallback>
            </mc:AlternateConten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14:paraId="7B452D1B" w14:textId="77777777"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14:paraId="7B452D1C" w14:textId="77777777"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14:paraId="7B452D1E" w14:textId="77777777"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57935" w14:textId="0459F12A"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 wp14:anchorId="098590E8" wp14:editId="189F479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 wp14:anchorId="7277F15A" wp14:editId="5C24A1A4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14:paraId="7B452D2A" w14:textId="77777777" w:rsidTr="00E85E07">
      <w:trPr>
        <w:trHeight w:val="1322"/>
      </w:trPr>
      <w:tc>
        <w:tcPr>
          <w:tcW w:w="2693" w:type="dxa"/>
        </w:tcPr>
        <w:p w14:paraId="7B452D23" w14:textId="7C339885"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14:paraId="626F10A3" w14:textId="42BBFE76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14:paraId="59DE33D3" w14:textId="4F4C15D2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14:paraId="3F4AD2E2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14:paraId="3488ECBD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14:paraId="411DBE39" w14:textId="01255579" w:rsidR="00F318BB" w:rsidRPr="00E85E07" w:rsidRDefault="00241D41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14:paraId="5B1D37E2" w14:textId="7B9B84DD" w:rsidR="00E85E07" w:rsidRPr="00B60EB7" w:rsidRDefault="00241D41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14:paraId="7B452D29" w14:textId="104CA31B"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14:paraId="7B452D2B" w14:textId="0C757501" w:rsidR="00F318BB" w:rsidRPr="008E2C9E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53249">
      <o:colormru v:ext="edit" colors="#657480,#9aa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1F53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7D0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740"/>
    <w:rsid w:val="00083B8D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5F83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B8F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148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D7C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272"/>
    <w:rsid w:val="0018227A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443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57DA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083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779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CD9"/>
    <w:rsid w:val="00212DF1"/>
    <w:rsid w:val="00212E50"/>
    <w:rsid w:val="00212EDB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D41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3D5D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3B0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3CE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912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688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B3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4E8B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A1C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30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8B5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5BE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27A63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48D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006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87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6CC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268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332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193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AE6"/>
    <w:rsid w:val="00784B12"/>
    <w:rsid w:val="00784F07"/>
    <w:rsid w:val="007850CA"/>
    <w:rsid w:val="00785421"/>
    <w:rsid w:val="00785520"/>
    <w:rsid w:val="00785C47"/>
    <w:rsid w:val="0078608E"/>
    <w:rsid w:val="0078630A"/>
    <w:rsid w:val="00786530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A7F7E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6F9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5E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75B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4E6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39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2C9E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5F68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1E68"/>
    <w:rsid w:val="00912923"/>
    <w:rsid w:val="00912F9F"/>
    <w:rsid w:val="009139CA"/>
    <w:rsid w:val="00913F31"/>
    <w:rsid w:val="009145B6"/>
    <w:rsid w:val="00914755"/>
    <w:rsid w:val="00914ADA"/>
    <w:rsid w:val="00914B99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73C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0726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573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11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24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55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33E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DA4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C5F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4A9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E0E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4DC8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59E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1B25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4BA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0FF5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13F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7E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5E5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49B3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713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68EA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4995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D4E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42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14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57D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9E4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31E"/>
    <w:rsid w:val="00F53802"/>
    <w:rsid w:val="00F53A33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2F0F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o:colormru v:ext="edit" colors="#657480,#9aa6b0"/>
    </o:shapedefaults>
    <o:shapelayout v:ext="edit">
      <o:idmap v:ext="edit" data="1"/>
    </o:shapelayout>
  </w:shapeDefaults>
  <w:decimalSymbol w:val="."/>
  <w:listSeparator w:val=";"/>
  <w14:docId w14:val="7B452CD4"/>
  <w15:docId w15:val="{C8CF29D0-F0E1-4560-AEF3-DB35DAA3C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76E7D6-A74C-4C8C-B59C-3E2450A3DAD4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96FF8AE-828C-4133-83B8-C953DEF5D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Мягков Сергей Геннадьевич</cp:lastModifiedBy>
  <cp:revision>89</cp:revision>
  <cp:lastPrinted>2017-12-14T07:34:00Z</cp:lastPrinted>
  <dcterms:created xsi:type="dcterms:W3CDTF">2016-09-10T16:39:00Z</dcterms:created>
  <dcterms:modified xsi:type="dcterms:W3CDTF">2017-12-14T07:41:00Z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